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9DE" w:rsidRPr="00F113FA" w:rsidRDefault="00F113FA" w:rsidP="00F113FA">
      <w:pPr>
        <w:jc w:val="center"/>
        <w:rPr>
          <w:rFonts w:ascii="Bodoni MT Black" w:hAnsi="Bodoni MT Black"/>
          <w:sz w:val="56"/>
        </w:rPr>
      </w:pPr>
      <w:proofErr w:type="spellStart"/>
      <w:r>
        <w:rPr>
          <w:rFonts w:ascii="Bodoni MT Black" w:hAnsi="Bodoni MT Black"/>
          <w:sz w:val="56"/>
        </w:rPr>
        <w:t>Fairey</w:t>
      </w:r>
      <w:proofErr w:type="spellEnd"/>
      <w:r>
        <w:rPr>
          <w:rFonts w:ascii="Bodoni MT Black" w:hAnsi="Bodoni MT Black"/>
          <w:sz w:val="56"/>
        </w:rPr>
        <w:t xml:space="preserve"> Inspired Poster</w:t>
      </w:r>
      <w:r w:rsidR="008271B0" w:rsidRPr="00F113FA">
        <w:rPr>
          <w:rFonts w:ascii="Bodoni MT Black" w:hAnsi="Bodoni MT Black"/>
          <w:sz w:val="56"/>
        </w:rPr>
        <w:t xml:space="preserve"> Proposal</w:t>
      </w:r>
    </w:p>
    <w:p w:rsidR="003C5F9F" w:rsidRDefault="008271B0" w:rsidP="003C5F9F">
      <w:pPr>
        <w:pStyle w:val="ListParagraph"/>
        <w:numPr>
          <w:ilvl w:val="0"/>
          <w:numId w:val="1"/>
        </w:numPr>
      </w:pPr>
      <w:r>
        <w:t>Please attach or insert one thumbnail of a sketch of your idea.</w:t>
      </w:r>
      <w:bookmarkStart w:id="0" w:name="_GoBack"/>
      <w:bookmarkEnd w:id="0"/>
    </w:p>
    <w:p w:rsidR="008271B0" w:rsidRDefault="008271B0" w:rsidP="008271B0">
      <w:pPr>
        <w:pStyle w:val="ListParagraph"/>
        <w:numPr>
          <w:ilvl w:val="0"/>
          <w:numId w:val="1"/>
        </w:numPr>
      </w:pPr>
      <w:r>
        <w:t>Describe your idea.</w:t>
      </w:r>
    </w:p>
    <w:p w:rsidR="008271B0" w:rsidRDefault="008271B0" w:rsidP="008271B0">
      <w:pPr>
        <w:pStyle w:val="ListParagraph"/>
        <w:numPr>
          <w:ilvl w:val="0"/>
          <w:numId w:val="1"/>
        </w:numPr>
      </w:pPr>
      <w:r>
        <w:t>What word or words have you chosen?</w:t>
      </w:r>
    </w:p>
    <w:p w:rsidR="008271B0" w:rsidRDefault="00F113FA" w:rsidP="008271B0">
      <w:pPr>
        <w:pStyle w:val="ListParagraph"/>
        <w:numPr>
          <w:ilvl w:val="0"/>
          <w:numId w:val="1"/>
        </w:numPr>
      </w:pPr>
      <w:r>
        <w:t xml:space="preserve">Insert one piece of art by Shepard </w:t>
      </w:r>
      <w:proofErr w:type="spellStart"/>
      <w:r>
        <w:t>Fairey</w:t>
      </w:r>
      <w:proofErr w:type="spellEnd"/>
      <w:r>
        <w:t xml:space="preserve"> that will be used as your artist reference.</w:t>
      </w:r>
    </w:p>
    <w:p w:rsidR="008271B0" w:rsidRDefault="008271B0" w:rsidP="008271B0">
      <w:pPr>
        <w:pStyle w:val="ListParagraph"/>
        <w:numPr>
          <w:ilvl w:val="0"/>
          <w:numId w:val="1"/>
        </w:numPr>
      </w:pPr>
      <w:r>
        <w:t>Insert any photographs that will be used as reference photos.</w:t>
      </w:r>
    </w:p>
    <w:sectPr w:rsidR="008271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6E5ACC"/>
    <w:multiLevelType w:val="hybridMultilevel"/>
    <w:tmpl w:val="1D6AF1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1B0"/>
    <w:rsid w:val="003C5F9F"/>
    <w:rsid w:val="008271B0"/>
    <w:rsid w:val="008349DE"/>
    <w:rsid w:val="00F11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EF3601-A96D-43F5-9A13-3FDC272CF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ferenchak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14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Ferenchak, Caitlin</dc:creator>
  <cp:keywords/>
  <dc:description/>
  <cp:lastModifiedBy>Ferenchak, Caitlin</cp:lastModifiedBy>
  <cp:revision>1</cp:revision>
  <dcterms:created xsi:type="dcterms:W3CDTF">2015-10-07T19:52:00Z</dcterms:created>
  <dcterms:modified xsi:type="dcterms:W3CDTF">2015-10-07T20:27:00Z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TC027869999991</vt:lpwstr>
  </property>
</Properties>
</file>